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5B" w:rsidRPr="0036355E" w:rsidRDefault="00CC795B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54pt;height:1in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795B" w:rsidRPr="0036355E" w:rsidRDefault="00CC795B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795B" w:rsidRDefault="00CC795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C795B" w:rsidRDefault="00CC795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C795B" w:rsidRPr="00161E78" w:rsidRDefault="00CC795B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95B" w:rsidRDefault="00CC795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27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CC795B" w:rsidRPr="00161E78" w:rsidRDefault="00CC795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C795B" w:rsidRPr="00161E78" w:rsidRDefault="00CC795B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C795B" w:rsidRDefault="00CC795B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C795B" w:rsidRDefault="00CC795B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C795B" w:rsidRPr="009D58BB">
        <w:trPr>
          <w:trHeight w:val="1097"/>
        </w:trPr>
        <w:tc>
          <w:tcPr>
            <w:tcW w:w="9016" w:type="dxa"/>
          </w:tcPr>
          <w:p w:rsidR="00CC795B" w:rsidRPr="009D58BB" w:rsidRDefault="00CC79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CC795B" w:rsidRPr="009D58BB" w:rsidRDefault="00CC79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C795B" w:rsidRPr="00DD5EF6" w:rsidRDefault="00CC795B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CC795B" w:rsidRPr="00DD5EF6" w:rsidRDefault="00CC795B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CC795B" w:rsidRPr="00DD5EF6" w:rsidRDefault="00CC795B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CC795B" w:rsidRPr="00DD5EF6" w:rsidRDefault="00CC795B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18 678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CC795B" w:rsidRPr="009C0FAC" w:rsidRDefault="00CC795B" w:rsidP="009C0F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20 162 0</w:t>
      </w:r>
      <w:r w:rsidRPr="009C0FAC">
        <w:rPr>
          <w:rFonts w:ascii="Times New Roman" w:hAnsi="Times New Roman" w:cs="Times New Roman"/>
          <w:sz w:val="28"/>
          <w:szCs w:val="28"/>
        </w:rPr>
        <w:t>17,17 рублей;»</w:t>
      </w:r>
    </w:p>
    <w:p w:rsidR="00CC795B" w:rsidRDefault="00CC795B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 прочие субсидии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Pr="00A408B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2 975 500,00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C795B" w:rsidRDefault="00CC795B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59 2 0059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2 727 922,00 рублей, </w:t>
      </w:r>
    </w:p>
    <w:p w:rsidR="00CC795B" w:rsidRPr="00A408B0" w:rsidRDefault="00CC795B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 xml:space="preserve">59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461D">
        <w:rPr>
          <w:rFonts w:ascii="Times New Roman" w:hAnsi="Times New Roman" w:cs="Times New Roman"/>
          <w:sz w:val="28"/>
          <w:szCs w:val="28"/>
        </w:rPr>
        <w:t xml:space="preserve"> 0059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247 578,00 рублей на п</w:t>
      </w:r>
      <w:r w:rsidRPr="00987858">
        <w:rPr>
          <w:rFonts w:ascii="Times New Roman" w:hAnsi="Times New Roman" w:cs="Times New Roman"/>
          <w:sz w:val="28"/>
          <w:szCs w:val="28"/>
        </w:rPr>
        <w:t>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795B" w:rsidRPr="0093387D" w:rsidRDefault="00CC795B" w:rsidP="0093387D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2-6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CC795B" w:rsidRPr="00DD5EF6" w:rsidRDefault="00CC795B" w:rsidP="00755BD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CC795B" w:rsidRDefault="00CC795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CC795B" w:rsidRPr="00DD5EF6" w:rsidRDefault="00CC795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95B" w:rsidRDefault="00CC795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C795B" w:rsidRPr="00DD5EF6" w:rsidRDefault="00CC795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CC795B" w:rsidRDefault="00CC795B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В.Н. Лантратов</w:t>
      </w:r>
    </w:p>
    <w:p w:rsidR="00CC795B" w:rsidRDefault="00CC795B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C795B" w:rsidRDefault="00CC795B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C795B" w:rsidRDefault="00CC795B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C795B" w:rsidRDefault="00CC795B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CC795B" w:rsidRPr="00DD5EF6" w:rsidRDefault="00CC795B" w:rsidP="00532012">
      <w:pPr>
        <w:tabs>
          <w:tab w:val="left" w:pos="0"/>
          <w:tab w:val="left" w:pos="900"/>
        </w:tabs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Н.В.Лавриненко</w:t>
      </w:r>
    </w:p>
    <w:sectPr w:rsidR="00CC795B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5B" w:rsidRDefault="00CC795B" w:rsidP="00B57B3B">
      <w:r>
        <w:separator/>
      </w:r>
    </w:p>
  </w:endnote>
  <w:endnote w:type="continuationSeparator" w:id="0">
    <w:p w:rsidR="00CC795B" w:rsidRDefault="00CC795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5B" w:rsidRDefault="00CC795B" w:rsidP="00B57B3B">
      <w:r>
        <w:separator/>
      </w:r>
    </w:p>
  </w:footnote>
  <w:footnote w:type="continuationSeparator" w:id="0">
    <w:p w:rsidR="00CC795B" w:rsidRDefault="00CC795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95B" w:rsidRPr="003139BC" w:rsidRDefault="00CC795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C795B" w:rsidRDefault="00CC79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410FA"/>
    <w:rsid w:val="0014349A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10E9C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7ACA"/>
    <w:rsid w:val="00434016"/>
    <w:rsid w:val="00444314"/>
    <w:rsid w:val="0045431B"/>
    <w:rsid w:val="0046258A"/>
    <w:rsid w:val="004678AD"/>
    <w:rsid w:val="004846F0"/>
    <w:rsid w:val="00486674"/>
    <w:rsid w:val="004869BB"/>
    <w:rsid w:val="00493F6D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0BC6"/>
    <w:rsid w:val="005F3F0F"/>
    <w:rsid w:val="006078D7"/>
    <w:rsid w:val="00613DA6"/>
    <w:rsid w:val="006142AF"/>
    <w:rsid w:val="00614C6B"/>
    <w:rsid w:val="0065152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23EB8"/>
    <w:rsid w:val="007413D2"/>
    <w:rsid w:val="00746BF8"/>
    <w:rsid w:val="00750FEE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52021"/>
    <w:rsid w:val="00957CB9"/>
    <w:rsid w:val="00971ECA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C795B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75B8"/>
    <w:rsid w:val="00D77D2C"/>
    <w:rsid w:val="00D8186A"/>
    <w:rsid w:val="00D874A4"/>
    <w:rsid w:val="00D933A2"/>
    <w:rsid w:val="00D95088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336D"/>
    <w:rsid w:val="00F36A98"/>
    <w:rsid w:val="00F36BF8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97913"/>
    <w:rsid w:val="00FB2285"/>
    <w:rsid w:val="00FC41DD"/>
    <w:rsid w:val="00FC5DE3"/>
    <w:rsid w:val="00FC64CE"/>
    <w:rsid w:val="00FC7B45"/>
    <w:rsid w:val="00FC7BB3"/>
    <w:rsid w:val="00FD0AC5"/>
    <w:rsid w:val="00FD6413"/>
    <w:rsid w:val="00FE2F28"/>
    <w:rsid w:val="00FE3117"/>
    <w:rsid w:val="00FE4033"/>
    <w:rsid w:val="00FE5B63"/>
    <w:rsid w:val="00FF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308</TotalTime>
  <Pages>2</Pages>
  <Words>754</Words>
  <Characters>4299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16</cp:revision>
  <cp:lastPrinted>2015-03-30T06:41:00Z</cp:lastPrinted>
  <dcterms:created xsi:type="dcterms:W3CDTF">2015-01-21T15:24:00Z</dcterms:created>
  <dcterms:modified xsi:type="dcterms:W3CDTF">2015-03-31T16:23:00Z</dcterms:modified>
</cp:coreProperties>
</file>